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0C5197" wp14:editId="5CA30CC8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F07F2" w:rsidRDefault="00FF07F2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D0C51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FF07F2" w:rsidRDefault="00FF07F2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2D6154" w:rsidP="0037111D">
            <w:r w:rsidRPr="002D6154">
              <w:rPr>
                <w:rFonts w:ascii="Helvetica" w:hAnsi="Helvetica"/>
              </w:rPr>
              <w:t>7219/2020-SŽ-SSV-Ú3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2D6154" w:rsidRDefault="00F862D6" w:rsidP="0077673A">
            <w:r w:rsidRPr="002D6154">
              <w:t>Listů/příloh</w:t>
            </w:r>
          </w:p>
        </w:tc>
        <w:tc>
          <w:tcPr>
            <w:tcW w:w="2552" w:type="dxa"/>
          </w:tcPr>
          <w:p w:rsidR="00F862D6" w:rsidRPr="002D6154" w:rsidRDefault="002D6154" w:rsidP="00CC1E2B">
            <w:r w:rsidRPr="002D6154">
              <w:t>3/6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3A3618" w:rsidP="009C15F6">
            <w:bookmarkStart w:id="0" w:name="Datum"/>
            <w:r>
              <w:t>1</w:t>
            </w:r>
            <w:r w:rsidR="009C15F6">
              <w:t>3</w:t>
            </w:r>
            <w:r w:rsidR="00871912">
              <w:t xml:space="preserve">. </w:t>
            </w:r>
            <w:r w:rsidR="00EC3C53">
              <w:t>srpna</w:t>
            </w:r>
            <w:r w:rsidR="00871912">
              <w:t xml:space="preserve"> 2020</w:t>
            </w:r>
            <w:r w:rsidR="00871912" w:rsidRPr="003E6B9A">
              <w:t xml:space="preserve"> 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36EA8" w:rsidRPr="00D36EA8">
        <w:rPr>
          <w:rFonts w:eastAsia="Calibri" w:cs="Times New Roman"/>
          <w:b/>
          <w:lang w:eastAsia="cs-CZ"/>
        </w:rPr>
        <w:t>Ústí n. O. - Brandýs n. O. - původní stopa, BC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>dokumentace č</w:t>
      </w:r>
      <w:r w:rsidR="0092166E">
        <w:rPr>
          <w:rFonts w:eastAsia="Calibri" w:cs="Times New Roman"/>
          <w:lang w:eastAsia="cs-CZ"/>
        </w:rPr>
        <w:t xml:space="preserve">. </w:t>
      </w:r>
      <w:r w:rsidR="00705071">
        <w:rPr>
          <w:rFonts w:eastAsia="Calibri" w:cs="Times New Roman"/>
          <w:lang w:eastAsia="cs-CZ"/>
        </w:rPr>
        <w:t>1</w:t>
      </w:r>
      <w:r w:rsidR="002D6154">
        <w:rPr>
          <w:rFonts w:eastAsia="Calibri" w:cs="Times New Roman"/>
          <w:lang w:eastAsia="cs-CZ"/>
        </w:rPr>
        <w:t>3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AF7957" w:rsidRDefault="00AF7957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D6154" w:rsidRPr="00BD5319" w:rsidRDefault="002D6154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1422A" w:rsidRDefault="00705071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4E616C">
        <w:rPr>
          <w:rFonts w:eastAsia="Calibri" w:cs="Times New Roman"/>
          <w:b/>
          <w:lang w:eastAsia="cs-CZ"/>
        </w:rPr>
        <w:t>1</w:t>
      </w:r>
      <w:r w:rsidR="009C15F6">
        <w:rPr>
          <w:rFonts w:eastAsia="Calibri" w:cs="Times New Roman"/>
          <w:b/>
          <w:lang w:eastAsia="cs-CZ"/>
        </w:rPr>
        <w:t>63</w:t>
      </w:r>
      <w:r w:rsidR="00F1422A">
        <w:rPr>
          <w:rFonts w:eastAsia="Calibri" w:cs="Times New Roman"/>
          <w:b/>
          <w:lang w:eastAsia="cs-CZ"/>
        </w:rPr>
        <w:t>:</w:t>
      </w:r>
    </w:p>
    <w:p w:rsidR="009C15F6" w:rsidRDefault="009C15F6" w:rsidP="009C15F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Dotaz </w:t>
      </w:r>
      <w:r w:rsidRPr="00C72787">
        <w:rPr>
          <w:rFonts w:eastAsia="Times New Roman" w:cs="Times New Roman"/>
          <w:lang w:eastAsia="cs-CZ"/>
        </w:rPr>
        <w:t xml:space="preserve">se vztahuje k „Vysvětlení/změna/doplnění zadávací dokumentace </w:t>
      </w:r>
      <w:proofErr w:type="gramStart"/>
      <w:r w:rsidRPr="00C72787">
        <w:rPr>
          <w:rFonts w:eastAsia="Times New Roman" w:cs="Times New Roman"/>
          <w:lang w:eastAsia="cs-CZ"/>
        </w:rPr>
        <w:t>č.9“.</w:t>
      </w:r>
      <w:proofErr w:type="gramEnd"/>
      <w:r>
        <w:rPr>
          <w:rFonts w:eastAsia="Times New Roman" w:cs="Times New Roman"/>
          <w:lang w:eastAsia="cs-CZ"/>
        </w:rPr>
        <w:t xml:space="preserve"> </w:t>
      </w:r>
    </w:p>
    <w:p w:rsidR="009C15F6" w:rsidRPr="009C15F6" w:rsidRDefault="009C15F6" w:rsidP="009C15F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72787">
        <w:rPr>
          <w:rFonts w:eastAsia="Times New Roman" w:cs="Times New Roman"/>
          <w:lang w:eastAsia="cs-CZ"/>
        </w:rPr>
        <w:t xml:space="preserve">Bohužel v odpovědi na dotaz č. 86 není odpovězeno na konkrétně uvedené dotazy. Je pouze </w:t>
      </w:r>
    </w:p>
    <w:p w:rsidR="009C15F6" w:rsidRPr="009C15F6" w:rsidRDefault="009C15F6" w:rsidP="009C15F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72787">
        <w:rPr>
          <w:rFonts w:eastAsia="Times New Roman" w:cs="Times New Roman"/>
          <w:lang w:eastAsia="cs-CZ"/>
        </w:rPr>
        <w:t xml:space="preserve">obecně konstatováno, že navržené řešení bylo odsouhlaseno na jednáních se zástupci investora </w:t>
      </w:r>
    </w:p>
    <w:p w:rsidR="009C15F6" w:rsidRPr="009C15F6" w:rsidRDefault="009C15F6" w:rsidP="009C15F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72787">
        <w:rPr>
          <w:rFonts w:eastAsia="Times New Roman" w:cs="Times New Roman"/>
          <w:lang w:eastAsia="cs-CZ"/>
        </w:rPr>
        <w:t xml:space="preserve">a odborných složek SŽ. Opětovně se domáháme odpovědi na konkrétně položené otázky </w:t>
      </w:r>
    </w:p>
    <w:p w:rsidR="009C15F6" w:rsidRPr="009C15F6" w:rsidRDefault="009C15F6" w:rsidP="009C15F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72787">
        <w:rPr>
          <w:rFonts w:eastAsia="Times New Roman" w:cs="Times New Roman"/>
          <w:lang w:eastAsia="cs-CZ"/>
        </w:rPr>
        <w:t xml:space="preserve">v dotazu č. 86, např. na otázku jakým způsobem má být informace o volnosti krátkého úseku </w:t>
      </w:r>
    </w:p>
    <w:p w:rsidR="009C15F6" w:rsidRPr="009C15F6" w:rsidRDefault="009C15F6" w:rsidP="009C15F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72787">
        <w:rPr>
          <w:rFonts w:eastAsia="Times New Roman" w:cs="Times New Roman"/>
          <w:lang w:eastAsia="cs-CZ"/>
        </w:rPr>
        <w:t xml:space="preserve">s počítači náprav zapracována do SZZ. Odpověď na tuto otázku jsme v žádných podkladech </w:t>
      </w:r>
    </w:p>
    <w:p w:rsidR="004E616C" w:rsidRDefault="009C15F6" w:rsidP="009C15F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72787">
        <w:rPr>
          <w:rFonts w:eastAsia="Times New Roman" w:cs="Times New Roman"/>
          <w:lang w:eastAsia="cs-CZ"/>
        </w:rPr>
        <w:t>nenašli.</w:t>
      </w:r>
    </w:p>
    <w:p w:rsidR="009C15F6" w:rsidRPr="009C15F6" w:rsidRDefault="009C15F6" w:rsidP="009C15F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1422A" w:rsidRDefault="00F1422A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4E616C" w:rsidRPr="002D6154" w:rsidRDefault="00C04CC6" w:rsidP="00F1422A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2D6154">
        <w:rPr>
          <w:rFonts w:eastAsia="Times New Roman"/>
          <w:i/>
        </w:rPr>
        <w:t>Krátký úsek za srdcovkou výhybky ohraničený počítacími body je logicky součástí výhybkového úseku přilehlé výhybky. Použité řešení bylo vedeno snahou o minimalizaci počtu rozvětvených kolejových obvodů a v souladu s požadavkem použití kolejových obvodů pouze v místech s přenosem kódu NVZ.</w:t>
      </w:r>
    </w:p>
    <w:p w:rsidR="009C15F6" w:rsidRDefault="009C15F6" w:rsidP="00F1422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D6154" w:rsidRDefault="002D6154" w:rsidP="00F1422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1422A" w:rsidRDefault="00705071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9C15F6">
        <w:rPr>
          <w:rFonts w:eastAsia="Calibri" w:cs="Times New Roman"/>
          <w:b/>
          <w:lang w:eastAsia="cs-CZ"/>
        </w:rPr>
        <w:t>164</w:t>
      </w:r>
      <w:r w:rsidR="00F1422A">
        <w:rPr>
          <w:rFonts w:eastAsia="Calibri" w:cs="Times New Roman"/>
          <w:b/>
          <w:lang w:eastAsia="cs-CZ"/>
        </w:rPr>
        <w:t>:</w:t>
      </w:r>
    </w:p>
    <w:p w:rsidR="009C15F6" w:rsidRPr="00E56B31" w:rsidRDefault="009C15F6" w:rsidP="00E56B31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  <w:r w:rsidRPr="00E56B31">
        <w:rPr>
          <w:rFonts w:eastAsia="Times New Roman" w:cs="Times New Roman"/>
          <w:u w:val="single"/>
          <w:lang w:eastAsia="cs-CZ"/>
        </w:rPr>
        <w:t>SO 05-22-01 Most přes Tichou Orlici u Svatého Jana</w:t>
      </w:r>
    </w:p>
    <w:p w:rsidR="009C15F6" w:rsidRPr="00E56B31" w:rsidRDefault="009C15F6" w:rsidP="00E56B3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56B31">
        <w:rPr>
          <w:rFonts w:eastAsia="Times New Roman" w:cs="Times New Roman"/>
          <w:lang w:eastAsia="cs-CZ"/>
        </w:rPr>
        <w:t xml:space="preserve">Dle PD se jedná o mostní provizorium, které bude realizováno z levého břehu toku. </w:t>
      </w:r>
    </w:p>
    <w:p w:rsidR="009C15F6" w:rsidRPr="00E56B31" w:rsidRDefault="009C15F6" w:rsidP="00E56B3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56B31">
        <w:rPr>
          <w:rFonts w:eastAsia="Times New Roman" w:cs="Times New Roman"/>
          <w:lang w:eastAsia="cs-CZ"/>
        </w:rPr>
        <w:t>Technická zpráva uvádí přístup na staveniště po provizorní komunikaci 04-20-02.1, která navazuje na komunikaci vedoucí z obce Klopoty. Jelikož se jedná o komunikaci, která se nachází v jiné části stavby, předpokládáme, že se jedná o omyl v přenosu dat. Žádáme zadavatele o upřesnění uvažovaného přístupu a způsobu provádění tohoto SO.</w:t>
      </w:r>
    </w:p>
    <w:p w:rsidR="00575BC4" w:rsidRDefault="00575BC4" w:rsidP="00F1422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1422A" w:rsidRDefault="00F1422A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705071" w:rsidRPr="002D6154" w:rsidRDefault="00DD6298" w:rsidP="00F1422A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D6154">
        <w:rPr>
          <w:rFonts w:eastAsia="Times New Roman" w:cs="Times New Roman"/>
          <w:bCs/>
          <w:i/>
          <w:lang w:eastAsia="cs-CZ"/>
        </w:rPr>
        <w:t>V Technické zprávě byl upřesněn přístup na staveniště větou: „Přístup na staveniště bude z ulice Komenského“. Způsob provádění tohoto SO s tímto počítal. Provádění SO viz bod 6.1. Technické zásady a postup výstavby v TZ.</w:t>
      </w:r>
    </w:p>
    <w:p w:rsidR="00DD6298" w:rsidRPr="002D6154" w:rsidRDefault="00DD6298" w:rsidP="00F1422A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2D6154">
        <w:rPr>
          <w:rFonts w:eastAsia="Times New Roman" w:cs="Times New Roman"/>
          <w:bCs/>
          <w:i/>
          <w:iCs/>
          <w:lang w:eastAsia="cs-CZ"/>
        </w:rPr>
        <w:t xml:space="preserve">Upraven dokument </w:t>
      </w:r>
      <w:r w:rsidRPr="002D6154">
        <w:rPr>
          <w:rFonts w:eastAsia="Times New Roman" w:cs="Times New Roman"/>
          <w:bCs/>
          <w:i/>
          <w:iCs/>
          <w:u w:val="single"/>
          <w:lang w:eastAsia="cs-CZ"/>
        </w:rPr>
        <w:t>D_02_01_04_02_052201_01_Technicka zp</w:t>
      </w:r>
      <w:r w:rsidR="002D6154" w:rsidRPr="002D6154">
        <w:rPr>
          <w:rFonts w:eastAsia="Times New Roman" w:cs="Times New Roman"/>
          <w:bCs/>
          <w:i/>
          <w:iCs/>
          <w:u w:val="single"/>
          <w:lang w:eastAsia="cs-CZ"/>
        </w:rPr>
        <w:t>rava_upr01.pdf</w:t>
      </w:r>
    </w:p>
    <w:p w:rsidR="00DD6298" w:rsidRDefault="00DD6298" w:rsidP="00F1422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F07F2" w:rsidRDefault="00FF07F2" w:rsidP="00F1422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A7047" w:rsidRDefault="005A7047" w:rsidP="005A7047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165:</w:t>
      </w:r>
    </w:p>
    <w:p w:rsidR="005A7047" w:rsidRPr="005A7047" w:rsidRDefault="005A7047" w:rsidP="005A7047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  <w:r w:rsidRPr="005A7047">
        <w:rPr>
          <w:rFonts w:eastAsia="Times New Roman" w:cs="Times New Roman"/>
          <w:u w:val="single"/>
          <w:lang w:eastAsia="cs-CZ"/>
        </w:rPr>
        <w:t>SO 04-20-02 Bezpráví - Brandýs nad Orlicí, železniční most v ev. km 261,828</w:t>
      </w:r>
    </w:p>
    <w:p w:rsidR="005A7047" w:rsidRPr="005A7047" w:rsidRDefault="005A7047" w:rsidP="005A704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A7047">
        <w:rPr>
          <w:rFonts w:eastAsia="Times New Roman" w:cs="Times New Roman"/>
          <w:lang w:eastAsia="cs-CZ"/>
        </w:rPr>
        <w:t xml:space="preserve">Při kontrole soupisu prací a projektové dokumentace jsme zjistili chybu v </w:t>
      </w:r>
      <w:proofErr w:type="gramStart"/>
      <w:r w:rsidRPr="005A7047">
        <w:rPr>
          <w:rFonts w:eastAsia="Times New Roman" w:cs="Times New Roman"/>
          <w:lang w:eastAsia="cs-CZ"/>
        </w:rPr>
        <w:t>hmotnosti</w:t>
      </w:r>
      <w:proofErr w:type="gramEnd"/>
      <w:r w:rsidRPr="005A7047">
        <w:rPr>
          <w:rFonts w:eastAsia="Times New Roman" w:cs="Times New Roman"/>
          <w:lang w:eastAsia="cs-CZ"/>
        </w:rPr>
        <w:t xml:space="preserve"> v pol. č. </w:t>
      </w:r>
      <w:proofErr w:type="gramStart"/>
      <w:r w:rsidRPr="005A7047">
        <w:rPr>
          <w:rFonts w:eastAsia="Times New Roman" w:cs="Times New Roman"/>
          <w:lang w:eastAsia="cs-CZ"/>
        </w:rPr>
        <w:t>51 „DROBNÉ</w:t>
      </w:r>
      <w:proofErr w:type="gramEnd"/>
      <w:r w:rsidRPr="005A7047">
        <w:rPr>
          <w:rFonts w:eastAsia="Times New Roman" w:cs="Times New Roman"/>
          <w:lang w:eastAsia="cs-CZ"/>
        </w:rPr>
        <w:t xml:space="preserve"> DOPLŇK KONSTR KOVOVÉ POZINK“.</w:t>
      </w:r>
    </w:p>
    <w:p w:rsidR="005A7047" w:rsidRPr="005A7047" w:rsidRDefault="005A7047" w:rsidP="005A704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A7047">
        <w:rPr>
          <w:rFonts w:eastAsia="Times New Roman" w:cs="Times New Roman"/>
          <w:lang w:eastAsia="cs-CZ"/>
        </w:rPr>
        <w:t xml:space="preserve">Ve výkazu výměr je uveden L profil pro uložení poklopu o délce 2x 6,7 m, ale dle projektové dokumentace na výkresu č. 2.5.1 jsou v monolitickém rámu dva kabelové, pro </w:t>
      </w:r>
      <w:proofErr w:type="gramStart"/>
      <w:r w:rsidRPr="005A7047">
        <w:rPr>
          <w:rFonts w:eastAsia="Times New Roman" w:cs="Times New Roman"/>
          <w:lang w:eastAsia="cs-CZ"/>
        </w:rPr>
        <w:t>by</w:t>
      </w:r>
      <w:proofErr w:type="gramEnd"/>
      <w:r w:rsidRPr="005A7047">
        <w:rPr>
          <w:rFonts w:eastAsia="Times New Roman" w:cs="Times New Roman"/>
          <w:lang w:eastAsia="cs-CZ"/>
        </w:rPr>
        <w:t xml:space="preserve"> ve výkazu mělo být uvedeno 4x 6,7 m.</w:t>
      </w:r>
    </w:p>
    <w:p w:rsidR="005A7047" w:rsidRPr="005A7047" w:rsidRDefault="005A7047" w:rsidP="005A704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A7047">
        <w:rPr>
          <w:rFonts w:eastAsia="Times New Roman" w:cs="Times New Roman"/>
          <w:lang w:eastAsia="cs-CZ"/>
        </w:rPr>
        <w:t>Žádáme o opravu hmotnosti soupisu prací.</w:t>
      </w:r>
    </w:p>
    <w:p w:rsidR="002D6154" w:rsidRDefault="002D6154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A7047" w:rsidRDefault="005A7047" w:rsidP="005A7047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C45044" w:rsidRPr="002D6154" w:rsidRDefault="00C45044" w:rsidP="00C45044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D6154">
        <w:rPr>
          <w:rFonts w:eastAsia="Times New Roman" w:cs="Times New Roman"/>
          <w:bCs/>
          <w:i/>
          <w:lang w:eastAsia="cs-CZ"/>
        </w:rPr>
        <w:t>Množství uvedené položky (č. 52, 936502, DROBNÉ DOPLŇK KONSTR KOVOVÉ POZINK) bylo upraveno na 117,270 kg.</w:t>
      </w:r>
    </w:p>
    <w:p w:rsidR="005A7047" w:rsidRPr="002D6154" w:rsidRDefault="00C45044" w:rsidP="005A7047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2D6154">
        <w:rPr>
          <w:rFonts w:eastAsia="Times New Roman" w:cs="Times New Roman"/>
          <w:bCs/>
          <w:i/>
          <w:iCs/>
          <w:lang w:eastAsia="cs-CZ"/>
        </w:rPr>
        <w:t>Uprav</w:t>
      </w:r>
      <w:r w:rsidR="002D6154" w:rsidRPr="002D6154">
        <w:rPr>
          <w:rFonts w:eastAsia="Times New Roman" w:cs="Times New Roman"/>
          <w:bCs/>
          <w:i/>
          <w:iCs/>
          <w:lang w:eastAsia="cs-CZ"/>
        </w:rPr>
        <w:t xml:space="preserve">en dokument </w:t>
      </w:r>
      <w:r w:rsidR="002D6154" w:rsidRPr="002D6154">
        <w:rPr>
          <w:rFonts w:eastAsia="Times New Roman" w:cs="Times New Roman"/>
          <w:bCs/>
          <w:i/>
          <w:iCs/>
          <w:u w:val="single"/>
          <w:lang w:eastAsia="cs-CZ"/>
        </w:rPr>
        <w:t>SO042002_upr02.xlsm</w:t>
      </w:r>
    </w:p>
    <w:p w:rsidR="005A7047" w:rsidRDefault="005A7047" w:rsidP="00575BC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A7047" w:rsidRDefault="005A7047" w:rsidP="00575BC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A7047" w:rsidRDefault="005A7047" w:rsidP="005A7047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166:</w:t>
      </w:r>
    </w:p>
    <w:p w:rsidR="005A7047" w:rsidRPr="005A7047" w:rsidRDefault="005A7047" w:rsidP="005A7047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  <w:r w:rsidRPr="005A7047">
        <w:rPr>
          <w:rFonts w:eastAsia="Times New Roman" w:cs="Times New Roman"/>
          <w:u w:val="single"/>
          <w:lang w:eastAsia="cs-CZ"/>
        </w:rPr>
        <w:t>SO 04-21-01 Bezpráví - Brandýs nad Orlicí, železniční propustek v ev. km 264,840</w:t>
      </w:r>
    </w:p>
    <w:p w:rsidR="005A7047" w:rsidRPr="005A7047" w:rsidRDefault="005A7047" w:rsidP="005A704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A7047">
        <w:rPr>
          <w:rFonts w:eastAsia="Times New Roman" w:cs="Times New Roman"/>
          <w:lang w:eastAsia="cs-CZ"/>
        </w:rPr>
        <w:t>V soupisu prací je u položky č. 30 „ ZÁBRADLÍ Z DÍLCŮ KOVOVÝCH ŽÁROVĚ ZINK PONOREM S NÁTĚREM“ chybně uvedena MJ kg, dle výměry předpokládáme, že se jedná o tuny.</w:t>
      </w:r>
    </w:p>
    <w:p w:rsidR="005A7047" w:rsidRDefault="005A7047" w:rsidP="005A704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A7047">
        <w:rPr>
          <w:rFonts w:eastAsia="Times New Roman" w:cs="Times New Roman"/>
          <w:lang w:eastAsia="cs-CZ"/>
        </w:rPr>
        <w:t>Žádáme o opravu.</w:t>
      </w:r>
    </w:p>
    <w:p w:rsidR="005A7047" w:rsidRPr="005A7047" w:rsidRDefault="005A7047" w:rsidP="005A7047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A7047" w:rsidRDefault="005A7047" w:rsidP="005A7047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C45044" w:rsidRPr="002D6154" w:rsidRDefault="00C45044" w:rsidP="00C45044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D6154">
        <w:rPr>
          <w:rFonts w:eastAsia="Times New Roman" w:cs="Times New Roman"/>
          <w:bCs/>
          <w:i/>
          <w:lang w:eastAsia="cs-CZ"/>
        </w:rPr>
        <w:t>Měrná jednotka položky č. 348173 je v KG, výměra odpovídá příloze projektové dokumentace 2.7.1 Výkres zábradlí. Ve sloupci pro výpočet množství obsah upravena, nemá vliv na celkové množství položky.</w:t>
      </w:r>
    </w:p>
    <w:p w:rsidR="00C45044" w:rsidRPr="002D6154" w:rsidRDefault="00C45044" w:rsidP="00C45044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2D6154">
        <w:rPr>
          <w:rFonts w:eastAsia="Times New Roman" w:cs="Times New Roman"/>
          <w:bCs/>
          <w:i/>
          <w:iCs/>
          <w:lang w:eastAsia="cs-CZ"/>
        </w:rPr>
        <w:t>Uprav</w:t>
      </w:r>
      <w:r w:rsidR="002D6154" w:rsidRPr="002D6154">
        <w:rPr>
          <w:rFonts w:eastAsia="Times New Roman" w:cs="Times New Roman"/>
          <w:bCs/>
          <w:i/>
          <w:iCs/>
          <w:lang w:eastAsia="cs-CZ"/>
        </w:rPr>
        <w:t xml:space="preserve">en dokument </w:t>
      </w:r>
      <w:r w:rsidR="002D6154" w:rsidRPr="002D6154">
        <w:rPr>
          <w:rFonts w:eastAsia="Times New Roman" w:cs="Times New Roman"/>
          <w:bCs/>
          <w:i/>
          <w:iCs/>
          <w:u w:val="single"/>
          <w:lang w:eastAsia="cs-CZ"/>
        </w:rPr>
        <w:t>SO042101_upr03.xlsm</w:t>
      </w:r>
    </w:p>
    <w:p w:rsidR="003A3618" w:rsidRDefault="003A3618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A7047" w:rsidRDefault="005A7047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A7047" w:rsidRDefault="005A7047" w:rsidP="005A7047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167:</w:t>
      </w:r>
    </w:p>
    <w:p w:rsidR="005A7047" w:rsidRPr="005A7047" w:rsidRDefault="005A7047" w:rsidP="005A7047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  <w:r w:rsidRPr="005A7047">
        <w:rPr>
          <w:rFonts w:eastAsia="Times New Roman" w:cs="Times New Roman"/>
          <w:u w:val="single"/>
          <w:lang w:eastAsia="cs-CZ"/>
        </w:rPr>
        <w:t>SO 05-20-05 ŽST Brandýs nad Orlicí předjízdné koleje, železniční most v ev. km 266,594</w:t>
      </w:r>
    </w:p>
    <w:p w:rsidR="005A7047" w:rsidRPr="005A7047" w:rsidRDefault="005A7047" w:rsidP="005A704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A7047">
        <w:rPr>
          <w:rFonts w:eastAsia="Times New Roman" w:cs="Times New Roman"/>
          <w:lang w:eastAsia="cs-CZ"/>
        </w:rPr>
        <w:t xml:space="preserve">Při kontrole soupisu prací a projektové dokumentace jsme zjistili chybu v </w:t>
      </w:r>
      <w:proofErr w:type="gramStart"/>
      <w:r w:rsidRPr="005A7047">
        <w:rPr>
          <w:rFonts w:eastAsia="Times New Roman" w:cs="Times New Roman"/>
          <w:lang w:eastAsia="cs-CZ"/>
        </w:rPr>
        <w:t>hmotnosti</w:t>
      </w:r>
      <w:proofErr w:type="gramEnd"/>
      <w:r w:rsidRPr="005A7047">
        <w:rPr>
          <w:rFonts w:eastAsia="Times New Roman" w:cs="Times New Roman"/>
          <w:lang w:eastAsia="cs-CZ"/>
        </w:rPr>
        <w:t xml:space="preserve"> v pol. č. </w:t>
      </w:r>
      <w:proofErr w:type="gramStart"/>
      <w:r w:rsidRPr="005A7047">
        <w:rPr>
          <w:rFonts w:eastAsia="Times New Roman" w:cs="Times New Roman"/>
          <w:lang w:eastAsia="cs-CZ"/>
        </w:rPr>
        <w:t>58 „DROBNÉ</w:t>
      </w:r>
      <w:proofErr w:type="gramEnd"/>
      <w:r w:rsidRPr="005A7047">
        <w:rPr>
          <w:rFonts w:eastAsia="Times New Roman" w:cs="Times New Roman"/>
          <w:lang w:eastAsia="cs-CZ"/>
        </w:rPr>
        <w:t xml:space="preserve"> DOPLŇK KONSTR KOVOVÉ POZINK“.</w:t>
      </w:r>
    </w:p>
    <w:p w:rsidR="005A7047" w:rsidRPr="005A7047" w:rsidRDefault="005A7047" w:rsidP="005A704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A7047">
        <w:rPr>
          <w:rFonts w:eastAsia="Times New Roman" w:cs="Times New Roman"/>
          <w:lang w:eastAsia="cs-CZ"/>
        </w:rPr>
        <w:t>Ve výkazu výměr je uveden L profil pro uložení poklopu o délce 11,23 m a hmotnosti 4,1 kg/m, ale v projektové dokumentace na výkresu č. 2.6.1 jsou v monolitickém rámu dva profily, tzn. 2x 11,23 m.</w:t>
      </w:r>
    </w:p>
    <w:p w:rsidR="005A7047" w:rsidRPr="002D6154" w:rsidRDefault="005A7047" w:rsidP="005A7047">
      <w:r w:rsidRPr="002D6154">
        <w:t>Žádáme o opravu hmotnosti soupisu prací.</w:t>
      </w:r>
    </w:p>
    <w:p w:rsidR="005A7047" w:rsidRDefault="005A7047" w:rsidP="005A7047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C45044" w:rsidRPr="002D6154" w:rsidRDefault="00C45044" w:rsidP="00C45044">
      <w:pPr>
        <w:spacing w:after="0" w:line="240" w:lineRule="auto"/>
        <w:rPr>
          <w:rFonts w:eastAsia="Times New Roman" w:cs="Times New Roman"/>
          <w:b/>
          <w:i/>
          <w:lang w:eastAsia="cs-CZ"/>
        </w:rPr>
      </w:pPr>
      <w:r w:rsidRPr="002D6154">
        <w:rPr>
          <w:rFonts w:eastAsia="Times New Roman" w:cs="Times New Roman"/>
          <w:bCs/>
          <w:i/>
          <w:lang w:eastAsia="cs-CZ"/>
        </w:rPr>
        <w:t xml:space="preserve">Množství uvedené položky </w:t>
      </w:r>
      <w:r w:rsidR="007660B7" w:rsidRPr="002D6154">
        <w:rPr>
          <w:rFonts w:eastAsia="Times New Roman" w:cs="Times New Roman"/>
          <w:bCs/>
          <w:i/>
          <w:lang w:eastAsia="cs-CZ"/>
        </w:rPr>
        <w:t xml:space="preserve">(č. 59, 936502, DROBNÉ DOPLŇK KONSTR KOVOVÉ POZINK) </w:t>
      </w:r>
      <w:r w:rsidRPr="002D6154">
        <w:rPr>
          <w:rFonts w:eastAsia="Times New Roman" w:cs="Times New Roman"/>
          <w:bCs/>
          <w:i/>
          <w:lang w:eastAsia="cs-CZ"/>
        </w:rPr>
        <w:t>bylo upraveno na 215,026 kg.</w:t>
      </w:r>
    </w:p>
    <w:p w:rsidR="00C45044" w:rsidRPr="002D6154" w:rsidRDefault="00C45044" w:rsidP="00C45044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2D6154">
        <w:rPr>
          <w:rFonts w:eastAsia="Times New Roman" w:cs="Times New Roman"/>
          <w:bCs/>
          <w:i/>
          <w:iCs/>
          <w:lang w:eastAsia="cs-CZ"/>
        </w:rPr>
        <w:t xml:space="preserve">Upraven dokument </w:t>
      </w:r>
      <w:r w:rsidR="007660B7" w:rsidRPr="002D6154">
        <w:rPr>
          <w:rFonts w:eastAsia="Times New Roman" w:cs="Times New Roman"/>
          <w:bCs/>
          <w:i/>
          <w:iCs/>
          <w:u w:val="single"/>
          <w:lang w:eastAsia="cs-CZ"/>
        </w:rPr>
        <w:t>SO052005_upr02.xlsm</w:t>
      </w:r>
    </w:p>
    <w:p w:rsidR="005A7047" w:rsidRDefault="005A7047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A7047" w:rsidRDefault="005A7047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A7047" w:rsidRDefault="005A7047" w:rsidP="005A7047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168:</w:t>
      </w:r>
    </w:p>
    <w:p w:rsidR="005A7047" w:rsidRPr="005A7047" w:rsidRDefault="005A7047" w:rsidP="005A7047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  <w:r w:rsidRPr="005A7047">
        <w:rPr>
          <w:rFonts w:eastAsia="Times New Roman" w:cs="Times New Roman"/>
          <w:u w:val="single"/>
          <w:lang w:eastAsia="cs-CZ"/>
        </w:rPr>
        <w:t>SO 05-21-01 ŽST Brandýs nad Orlicí předjízdné koleje, železniční propustek v ev. km 266,078</w:t>
      </w:r>
    </w:p>
    <w:p w:rsidR="005A7047" w:rsidRPr="005A7047" w:rsidRDefault="005A7047" w:rsidP="005A704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A7047">
        <w:rPr>
          <w:rFonts w:eastAsia="Times New Roman" w:cs="Times New Roman"/>
          <w:lang w:eastAsia="cs-CZ"/>
        </w:rPr>
        <w:t>V soupisu prací je u položky č. 36 „ ZÁBRADLÍ Z DÍLCŮ KOVOVÝCH ŽÁROVĚ ZINK PONOREM S NÁTĚREM“ chybně uvedena hmotnost. Zábradlí má délku 6,8 m, ale ve výkazu materiálu (výkres č. 2.7.1 Výkres zábradlí) je uvedena délka madla 5,555 m.</w:t>
      </w:r>
    </w:p>
    <w:p w:rsidR="005A7047" w:rsidRPr="005A7047" w:rsidRDefault="005A7047" w:rsidP="005A704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  <w:r w:rsidRPr="005A7047">
        <w:rPr>
          <w:rFonts w:eastAsia="Times New Roman" w:cs="Times New Roman"/>
          <w:lang w:eastAsia="cs-CZ"/>
        </w:rPr>
        <w:t>Žádáme o opravu soupisu prací.</w:t>
      </w:r>
    </w:p>
    <w:p w:rsidR="005A7047" w:rsidRDefault="005A7047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A7047" w:rsidRDefault="005A7047" w:rsidP="005A7047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7660B7" w:rsidRPr="006D5397" w:rsidRDefault="007660B7" w:rsidP="007660B7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6D5397">
        <w:rPr>
          <w:rFonts w:eastAsia="Times New Roman" w:cs="Times New Roman"/>
          <w:bCs/>
          <w:i/>
          <w:lang w:eastAsia="cs-CZ"/>
        </w:rPr>
        <w:t>Výkaz materiálu v příloze 2.7.1 i výměra v soupisu prací u položky č. 36 (</w:t>
      </w:r>
      <w:r w:rsidR="00D15496" w:rsidRPr="006D5397">
        <w:rPr>
          <w:rFonts w:eastAsia="Times New Roman" w:cs="Times New Roman"/>
          <w:bCs/>
          <w:i/>
          <w:lang w:eastAsia="cs-CZ"/>
        </w:rPr>
        <w:t>3</w:t>
      </w:r>
      <w:r w:rsidRPr="006D5397">
        <w:rPr>
          <w:rFonts w:eastAsia="Times New Roman" w:cs="Times New Roman"/>
          <w:bCs/>
          <w:i/>
          <w:lang w:eastAsia="cs-CZ"/>
        </w:rPr>
        <w:t>48173</w:t>
      </w:r>
      <w:r w:rsidR="00D15496" w:rsidRPr="006D5397">
        <w:rPr>
          <w:rFonts w:eastAsia="Times New Roman" w:cs="Times New Roman"/>
          <w:bCs/>
          <w:i/>
          <w:lang w:eastAsia="cs-CZ"/>
        </w:rPr>
        <w:t xml:space="preserve">, </w:t>
      </w:r>
      <w:r w:rsidRPr="006D5397">
        <w:rPr>
          <w:rFonts w:eastAsia="Times New Roman" w:cs="Times New Roman"/>
          <w:bCs/>
          <w:i/>
          <w:lang w:eastAsia="cs-CZ"/>
        </w:rPr>
        <w:t>ZÁBRADLÍ Z DÍLCŮ KOVOVÝCH ŽÁROVĚ ZINK PONOREM S</w:t>
      </w:r>
      <w:r w:rsidR="00D15496" w:rsidRPr="006D5397">
        <w:rPr>
          <w:rFonts w:eastAsia="Times New Roman" w:cs="Times New Roman"/>
          <w:bCs/>
          <w:i/>
          <w:lang w:eastAsia="cs-CZ"/>
        </w:rPr>
        <w:t> </w:t>
      </w:r>
      <w:r w:rsidRPr="006D5397">
        <w:rPr>
          <w:rFonts w:eastAsia="Times New Roman" w:cs="Times New Roman"/>
          <w:bCs/>
          <w:i/>
          <w:lang w:eastAsia="cs-CZ"/>
        </w:rPr>
        <w:t>NÁTĚREM</w:t>
      </w:r>
      <w:r w:rsidR="00D15496" w:rsidRPr="006D5397">
        <w:rPr>
          <w:rFonts w:eastAsia="Times New Roman" w:cs="Times New Roman"/>
          <w:bCs/>
          <w:i/>
          <w:lang w:eastAsia="cs-CZ"/>
        </w:rPr>
        <w:t xml:space="preserve">) </w:t>
      </w:r>
      <w:r w:rsidRPr="006D5397">
        <w:rPr>
          <w:rFonts w:eastAsia="Times New Roman" w:cs="Times New Roman"/>
          <w:bCs/>
          <w:i/>
          <w:lang w:eastAsia="cs-CZ"/>
        </w:rPr>
        <w:t>byly upraveny.</w:t>
      </w:r>
    </w:p>
    <w:p w:rsidR="007660B7" w:rsidRPr="006D5397" w:rsidRDefault="007660B7" w:rsidP="007660B7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6D5397">
        <w:rPr>
          <w:rFonts w:eastAsia="Times New Roman" w:cs="Times New Roman"/>
          <w:bCs/>
          <w:i/>
          <w:iCs/>
          <w:lang w:eastAsia="cs-CZ"/>
        </w:rPr>
        <w:t xml:space="preserve">Upraven dokument </w:t>
      </w:r>
      <w:r w:rsidR="00D15496" w:rsidRPr="006D5397">
        <w:rPr>
          <w:rFonts w:eastAsia="Times New Roman" w:cs="Times New Roman"/>
          <w:bCs/>
          <w:i/>
          <w:iCs/>
          <w:u w:val="single"/>
          <w:lang w:eastAsia="cs-CZ"/>
        </w:rPr>
        <w:t>SO052101_upr01.xlsm</w:t>
      </w:r>
    </w:p>
    <w:p w:rsidR="007660B7" w:rsidRPr="006D5397" w:rsidRDefault="00D15496" w:rsidP="007660B7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6D5397">
        <w:rPr>
          <w:rFonts w:eastAsia="Times New Roman" w:cs="Times New Roman"/>
          <w:bCs/>
          <w:i/>
          <w:iCs/>
          <w:lang w:eastAsia="cs-CZ"/>
        </w:rPr>
        <w:t xml:space="preserve">Upraven dokument </w:t>
      </w:r>
      <w:r w:rsidRPr="006D5397">
        <w:rPr>
          <w:rFonts w:eastAsia="Times New Roman" w:cs="Times New Roman"/>
          <w:bCs/>
          <w:i/>
          <w:iCs/>
          <w:u w:val="single"/>
          <w:lang w:eastAsia="cs-CZ"/>
        </w:rPr>
        <w:t>D_02_01_04_01_052101_2_7_1_Vykres_zabradli_upr01.pdf</w:t>
      </w:r>
    </w:p>
    <w:p w:rsidR="00F1422A" w:rsidRDefault="00F1422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BD5319" w:rsidRPr="00BD5319" w:rsidRDefault="00BD5319" w:rsidP="00AF7957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AA7F86">
        <w:rPr>
          <w:rFonts w:eastAsia="Times New Roman" w:cs="Times New Roman"/>
          <w:lang w:eastAsia="cs-CZ"/>
        </w:rPr>
        <w:t xml:space="preserve">provedeny </w:t>
      </w:r>
      <w:r w:rsidRPr="00AA7F86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>. § 99 odst. 2 ZZV</w:t>
      </w:r>
      <w:r w:rsidR="00AF7957">
        <w:rPr>
          <w:rFonts w:eastAsia="Times New Roman" w:cs="Times New Roman"/>
          <w:lang w:eastAsia="cs-CZ"/>
        </w:rPr>
        <w:t xml:space="preserve">Z a prodlužuje lhůtu pro podání nabídek ze dne </w:t>
      </w:r>
      <w:r w:rsidR="002D6154">
        <w:rPr>
          <w:rFonts w:eastAsia="Times New Roman" w:cs="Times New Roman"/>
          <w:b/>
          <w:lang w:eastAsia="cs-CZ"/>
        </w:rPr>
        <w:t>2</w:t>
      </w:r>
      <w:r w:rsidR="00AF7957" w:rsidRPr="002D6154">
        <w:rPr>
          <w:rFonts w:eastAsia="Times New Roman" w:cs="Times New Roman"/>
          <w:b/>
          <w:lang w:eastAsia="cs-CZ"/>
        </w:rPr>
        <w:t xml:space="preserve">. </w:t>
      </w:r>
      <w:r w:rsidR="002D6154">
        <w:rPr>
          <w:rFonts w:eastAsia="Times New Roman" w:cs="Times New Roman"/>
          <w:b/>
          <w:lang w:eastAsia="cs-CZ"/>
        </w:rPr>
        <w:t>9</w:t>
      </w:r>
      <w:r w:rsidR="00AF7957" w:rsidRPr="002D6154">
        <w:rPr>
          <w:rFonts w:eastAsia="Times New Roman" w:cs="Times New Roman"/>
          <w:b/>
          <w:lang w:eastAsia="cs-CZ"/>
        </w:rPr>
        <w:t>. 2020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2D6154" w:rsidRPr="002D6154">
        <w:rPr>
          <w:rFonts w:eastAsia="Times New Roman" w:cs="Times New Roman"/>
          <w:b/>
          <w:lang w:eastAsia="cs-CZ"/>
        </w:rPr>
        <w:t>3. 9. 2020</w:t>
      </w:r>
      <w:r w:rsidRPr="00BD5319">
        <w:rPr>
          <w:rFonts w:eastAsia="Times New Roman" w:cs="Times New Roman"/>
          <w:lang w:eastAsia="cs-CZ"/>
        </w:rPr>
        <w:t>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AF7957">
        <w:rPr>
          <w:rFonts w:eastAsia="Times New Roman" w:cs="Times New Roman"/>
          <w:lang w:eastAsia="cs-CZ"/>
        </w:rPr>
        <w:t>Z2020-024049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AA7F86">
        <w:rPr>
          <w:rFonts w:eastAsia="Times New Roman" w:cs="Times New Roman"/>
          <w:lang w:eastAsia="cs-CZ"/>
        </w:rPr>
        <w:t>13. 8. 2020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2D6154" w:rsidRPr="002D6154">
        <w:rPr>
          <w:rFonts w:eastAsia="Times New Roman" w:cs="Times New Roman"/>
          <w:b/>
          <w:lang w:eastAsia="cs-CZ"/>
        </w:rPr>
        <w:t>3. 9. 2020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AA7F86">
        <w:rPr>
          <w:rFonts w:eastAsia="Times New Roman" w:cs="Times New Roman"/>
          <w:lang w:eastAsia="cs-CZ"/>
        </w:rPr>
        <w:t>13. 8. 2020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2D6154" w:rsidRPr="002D6154">
        <w:rPr>
          <w:rFonts w:eastAsia="Times New Roman" w:cs="Times New Roman"/>
          <w:b/>
          <w:lang w:eastAsia="cs-CZ"/>
        </w:rPr>
        <w:t>3. 9. 2020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A7F86">
        <w:rPr>
          <w:rFonts w:eastAsia="Calibri" w:cs="Times New Roman"/>
          <w:lang w:eastAsia="cs-CZ"/>
        </w:rPr>
        <w:lastRenderedPageBreak/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2D6154" w:rsidRDefault="002D6154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D6154">
        <w:rPr>
          <w:rFonts w:eastAsia="Calibri" w:cs="Times New Roman"/>
          <w:b/>
          <w:bCs/>
          <w:lang w:eastAsia="cs-CZ"/>
        </w:rPr>
        <w:t>Příloha:</w:t>
      </w:r>
    </w:p>
    <w:p w:rsidR="005117D3" w:rsidRDefault="00DD629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6298">
        <w:rPr>
          <w:rFonts w:eastAsia="Calibri" w:cs="Times New Roman"/>
          <w:lang w:eastAsia="cs-CZ"/>
        </w:rPr>
        <w:t>D_02_01_04_02_052201_01_Technicka zprava_upr01.pdf</w:t>
      </w:r>
    </w:p>
    <w:p w:rsidR="00C45044" w:rsidRDefault="00C4504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45044">
        <w:rPr>
          <w:rFonts w:eastAsia="Calibri" w:cs="Times New Roman"/>
          <w:lang w:eastAsia="cs-CZ"/>
        </w:rPr>
        <w:t>SO042002_upr02.xlsm</w:t>
      </w:r>
    </w:p>
    <w:p w:rsidR="00C45044" w:rsidRDefault="00C4504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45044">
        <w:rPr>
          <w:rFonts w:eastAsia="Calibri" w:cs="Times New Roman"/>
          <w:lang w:eastAsia="cs-CZ"/>
        </w:rPr>
        <w:t>SO042101_upr03.xlsm</w:t>
      </w:r>
    </w:p>
    <w:p w:rsidR="007660B7" w:rsidRDefault="007660B7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660B7">
        <w:rPr>
          <w:rFonts w:eastAsia="Calibri" w:cs="Times New Roman"/>
          <w:lang w:eastAsia="cs-CZ"/>
        </w:rPr>
        <w:t>SO052005_upr02.xlsm</w:t>
      </w:r>
    </w:p>
    <w:p w:rsidR="00D15496" w:rsidRDefault="00D1549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15496">
        <w:rPr>
          <w:rFonts w:eastAsia="Calibri" w:cs="Times New Roman"/>
          <w:lang w:eastAsia="cs-CZ"/>
        </w:rPr>
        <w:t>SO052101_upr01.xlsm</w:t>
      </w:r>
    </w:p>
    <w:p w:rsidR="00D15496" w:rsidRPr="00BD5319" w:rsidRDefault="00D1549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15496">
        <w:rPr>
          <w:rFonts w:eastAsia="Calibri" w:cs="Times New Roman"/>
          <w:lang w:eastAsia="cs-CZ"/>
        </w:rPr>
        <w:t>D_02_01_04_01_052101_2_7_1_Vykres_zabradli_upr01.pdf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D6154" w:rsidRDefault="002D615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D6154" w:rsidRDefault="002D615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D6154">
        <w:rPr>
          <w:rFonts w:eastAsia="Calibri" w:cs="Times New Roman"/>
          <w:lang w:eastAsia="cs-CZ"/>
        </w:rPr>
        <w:t>V </w:t>
      </w:r>
      <w:r w:rsidR="002D6154" w:rsidRPr="002D6154">
        <w:rPr>
          <w:rFonts w:eastAsia="Calibri" w:cs="Times New Roman"/>
          <w:lang w:eastAsia="cs-CZ"/>
        </w:rPr>
        <w:t>Praze</w:t>
      </w:r>
      <w:r w:rsidRPr="002D6154">
        <w:rPr>
          <w:rFonts w:eastAsia="Calibri" w:cs="Times New Roman"/>
          <w:lang w:eastAsia="cs-CZ"/>
        </w:rPr>
        <w:t xml:space="preserve"> dne</w:t>
      </w:r>
      <w:r w:rsidRPr="00BD5319">
        <w:rPr>
          <w:rFonts w:eastAsia="Calibri" w:cs="Times New Roman"/>
          <w:lang w:eastAsia="cs-CZ"/>
        </w:rPr>
        <w:t xml:space="preserve"> </w:t>
      </w:r>
      <w:r w:rsidR="006D5397">
        <w:rPr>
          <w:rFonts w:eastAsia="Calibri" w:cs="Times New Roman"/>
          <w:lang w:eastAsia="cs-CZ"/>
        </w:rPr>
        <w:t>13. 8. 2020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D5397" w:rsidRDefault="006D5397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D5397" w:rsidRDefault="006D5397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548DA" w:rsidRDefault="00C548DA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D5397" w:rsidRPr="00BD5319" w:rsidRDefault="006D5397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:rsidR="00E10710" w:rsidRPr="00E10710" w:rsidRDefault="00E10710" w:rsidP="00E10710">
      <w:pPr>
        <w:spacing w:after="0" w:line="240" w:lineRule="auto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bookmarkStart w:id="1" w:name="_GoBack"/>
      <w:bookmarkEnd w:id="1"/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00049C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1AB" w:rsidRDefault="002E31AB" w:rsidP="00962258">
      <w:pPr>
        <w:spacing w:after="0" w:line="240" w:lineRule="auto"/>
      </w:pPr>
      <w:r>
        <w:separator/>
      </w:r>
    </w:p>
  </w:endnote>
  <w:endnote w:type="continuationSeparator" w:id="0">
    <w:p w:rsidR="002E31AB" w:rsidRDefault="002E31A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F07F2" w:rsidRPr="00B8518B" w:rsidRDefault="00FF07F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14ED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4ED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B8518B">
          <w:pPr>
            <w:pStyle w:val="Zpat"/>
          </w:pPr>
        </w:p>
      </w:tc>
      <w:tc>
        <w:tcPr>
          <w:tcW w:w="2921" w:type="dxa"/>
        </w:tcPr>
        <w:p w:rsidR="00FF07F2" w:rsidRDefault="00FF07F2" w:rsidP="00D831A3">
          <w:pPr>
            <w:pStyle w:val="Zpat"/>
          </w:pPr>
        </w:p>
      </w:tc>
    </w:tr>
  </w:tbl>
  <w:p w:rsidR="00FF07F2" w:rsidRPr="00B8518B" w:rsidRDefault="00FF07F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8677D5D" wp14:editId="454135D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2F710B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1BB903C" wp14:editId="439935C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1BF5E1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F07F2" w:rsidRPr="00B8518B" w:rsidRDefault="00FF07F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14ED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4ED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F07F2">
          <w:pPr>
            <w:pStyle w:val="Zpat"/>
          </w:pPr>
          <w:r>
            <w:t>Správa železnic, státní organizace</w:t>
          </w:r>
        </w:p>
        <w:p w:rsidR="00FF07F2" w:rsidRDefault="00FF07F2" w:rsidP="00FF07F2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F07F2">
          <w:pPr>
            <w:pStyle w:val="Zpat"/>
          </w:pPr>
          <w:r>
            <w:t>Sídlo: Dlážděná 1003/7, 110 00 Praha 1</w:t>
          </w:r>
        </w:p>
        <w:p w:rsidR="00FF07F2" w:rsidRDefault="00FF07F2" w:rsidP="00FF07F2">
          <w:pPr>
            <w:pStyle w:val="Zpat"/>
          </w:pPr>
          <w:r>
            <w:t>IČO: 709 94 234 DIČ: CZ 709 94 234</w:t>
          </w:r>
        </w:p>
        <w:p w:rsidR="00FF07F2" w:rsidRDefault="00FF07F2" w:rsidP="00FF07F2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FF07F2" w:rsidRDefault="00FF07F2" w:rsidP="00FF07F2">
          <w:pPr>
            <w:pStyle w:val="Zpat"/>
          </w:pPr>
        </w:p>
      </w:tc>
    </w:tr>
  </w:tbl>
  <w:p w:rsidR="00FF07F2" w:rsidRPr="00B8518B" w:rsidRDefault="00FF07F2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FCE653D" wp14:editId="2C0EE1B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3D66EDA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1F66D1E" wp14:editId="75C4FBD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172D79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F07F2" w:rsidRPr="00460660" w:rsidRDefault="00FF07F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1AB" w:rsidRDefault="002E31AB" w:rsidP="00962258">
      <w:pPr>
        <w:spacing w:after="0" w:line="240" w:lineRule="auto"/>
      </w:pPr>
      <w:r>
        <w:separator/>
      </w:r>
    </w:p>
  </w:footnote>
  <w:footnote w:type="continuationSeparator" w:id="0">
    <w:p w:rsidR="002E31AB" w:rsidRDefault="002E31A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F07F2" w:rsidRPr="00B8518B" w:rsidRDefault="00FF07F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F07F2" w:rsidRDefault="00FF07F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F07F2" w:rsidRPr="00D6163D" w:rsidRDefault="00FF07F2" w:rsidP="00D6163D">
          <w:pPr>
            <w:pStyle w:val="Druhdokumentu"/>
          </w:pPr>
        </w:p>
      </w:tc>
    </w:tr>
  </w:tbl>
  <w:p w:rsidR="00FF07F2" w:rsidRPr="00D6163D" w:rsidRDefault="00FF07F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F07F2" w:rsidRPr="00B8518B" w:rsidRDefault="00FF07F2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7B1B171" wp14:editId="26F13031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DD2901C" wp14:editId="61EF408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w14:anchorId="46E8D37D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F07F2" w:rsidRPr="00D6163D" w:rsidRDefault="00FF07F2" w:rsidP="00FC6389">
          <w:pPr>
            <w:pStyle w:val="Druhdokumentu"/>
          </w:pPr>
        </w:p>
      </w:tc>
    </w:tr>
    <w:tr w:rsidR="00FF07F2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F07F2" w:rsidRPr="00B8518B" w:rsidRDefault="00FF07F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Druhdokumentu"/>
            <w:rPr>
              <w:noProof/>
            </w:rPr>
          </w:pPr>
        </w:p>
      </w:tc>
    </w:tr>
  </w:tbl>
  <w:p w:rsidR="00FF07F2" w:rsidRPr="00D6163D" w:rsidRDefault="00FF07F2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28AC03A" wp14:editId="0FFD345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2ACDEC7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F07F2" w:rsidRPr="00460660" w:rsidRDefault="00FF07F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79C1098"/>
    <w:multiLevelType w:val="hybridMultilevel"/>
    <w:tmpl w:val="BB5411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46ADC"/>
    <w:multiLevelType w:val="hybridMultilevel"/>
    <w:tmpl w:val="FE34D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D4103"/>
    <w:multiLevelType w:val="hybridMultilevel"/>
    <w:tmpl w:val="2BD25CC4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84CBD"/>
    <w:multiLevelType w:val="hybridMultilevel"/>
    <w:tmpl w:val="DD408508"/>
    <w:lvl w:ilvl="0" w:tplc="2D0686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FF77950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E0C7E"/>
    <w:multiLevelType w:val="hybridMultilevel"/>
    <w:tmpl w:val="D3DE87AE"/>
    <w:lvl w:ilvl="0" w:tplc="4386BD1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F76403"/>
    <w:multiLevelType w:val="multilevel"/>
    <w:tmpl w:val="0D34D660"/>
    <w:numStyleLink w:val="ListBulletmultilevel"/>
  </w:abstractNum>
  <w:abstractNum w:abstractNumId="10">
    <w:nsid w:val="2D554369"/>
    <w:multiLevelType w:val="hybridMultilevel"/>
    <w:tmpl w:val="7F461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20811"/>
    <w:multiLevelType w:val="hybridMultilevel"/>
    <w:tmpl w:val="59E40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340402"/>
    <w:multiLevelType w:val="hybridMultilevel"/>
    <w:tmpl w:val="C1E0625C"/>
    <w:lvl w:ilvl="0" w:tplc="172A051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B08549A"/>
    <w:multiLevelType w:val="hybridMultilevel"/>
    <w:tmpl w:val="A8D6B87A"/>
    <w:lvl w:ilvl="0" w:tplc="1E26E3D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312408C"/>
    <w:multiLevelType w:val="hybridMultilevel"/>
    <w:tmpl w:val="1D105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5B3722"/>
    <w:multiLevelType w:val="hybridMultilevel"/>
    <w:tmpl w:val="AD5AE8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8">
    <w:nsid w:val="4C0F1BA6"/>
    <w:multiLevelType w:val="hybridMultilevel"/>
    <w:tmpl w:val="F7D2D2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96276D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72204"/>
    <w:multiLevelType w:val="hybridMultilevel"/>
    <w:tmpl w:val="45D8D6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552548"/>
    <w:multiLevelType w:val="hybridMultilevel"/>
    <w:tmpl w:val="CB5872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070991"/>
    <w:multiLevelType w:val="multilevel"/>
    <w:tmpl w:val="CABE99FC"/>
    <w:numStyleLink w:val="ListNumbermultilevel"/>
  </w:abstractNum>
  <w:abstractNum w:abstractNumId="23">
    <w:nsid w:val="74F05B63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22"/>
  </w:num>
  <w:num w:numId="5">
    <w:abstractNumId w:val="0"/>
  </w:num>
  <w:num w:numId="6">
    <w:abstractNumId w:val="17"/>
  </w:num>
  <w:num w:numId="7">
    <w:abstractNumId w:val="3"/>
  </w:num>
  <w:num w:numId="8">
    <w:abstractNumId w:val="16"/>
  </w:num>
  <w:num w:numId="9">
    <w:abstractNumId w:val="15"/>
  </w:num>
  <w:num w:numId="10">
    <w:abstractNumId w:val="13"/>
  </w:num>
  <w:num w:numId="11">
    <w:abstractNumId w:val="7"/>
  </w:num>
  <w:num w:numId="12">
    <w:abstractNumId w:val="2"/>
  </w:num>
  <w:num w:numId="13">
    <w:abstractNumId w:val="10"/>
  </w:num>
  <w:num w:numId="14">
    <w:abstractNumId w:val="4"/>
  </w:num>
  <w:num w:numId="15">
    <w:abstractNumId w:val="12"/>
  </w:num>
  <w:num w:numId="16">
    <w:abstractNumId w:val="11"/>
  </w:num>
  <w:num w:numId="17">
    <w:abstractNumId w:val="19"/>
  </w:num>
  <w:num w:numId="18">
    <w:abstractNumId w:val="5"/>
  </w:num>
  <w:num w:numId="19">
    <w:abstractNumId w:val="21"/>
  </w:num>
  <w:num w:numId="20">
    <w:abstractNumId w:val="23"/>
  </w:num>
  <w:num w:numId="21">
    <w:abstractNumId w:val="20"/>
  </w:num>
  <w:num w:numId="22">
    <w:abstractNumId w:val="14"/>
  </w:num>
  <w:num w:numId="23">
    <w:abstractNumId w:val="18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0049C"/>
    <w:rsid w:val="00003E72"/>
    <w:rsid w:val="00033432"/>
    <w:rsid w:val="000335CC"/>
    <w:rsid w:val="00072C1E"/>
    <w:rsid w:val="00076528"/>
    <w:rsid w:val="000B2F30"/>
    <w:rsid w:val="000B3A82"/>
    <w:rsid w:val="000B6C7E"/>
    <w:rsid w:val="000B7907"/>
    <w:rsid w:val="000C0429"/>
    <w:rsid w:val="000C45E8"/>
    <w:rsid w:val="00111D76"/>
    <w:rsid w:val="00114472"/>
    <w:rsid w:val="00170EC5"/>
    <w:rsid w:val="001747C1"/>
    <w:rsid w:val="0018596A"/>
    <w:rsid w:val="001B69C2"/>
    <w:rsid w:val="001C3159"/>
    <w:rsid w:val="001C4DA0"/>
    <w:rsid w:val="001F4872"/>
    <w:rsid w:val="00207DF5"/>
    <w:rsid w:val="00240083"/>
    <w:rsid w:val="00256063"/>
    <w:rsid w:val="00256467"/>
    <w:rsid w:val="00267369"/>
    <w:rsid w:val="0026785D"/>
    <w:rsid w:val="00281D13"/>
    <w:rsid w:val="002B06CF"/>
    <w:rsid w:val="002B2F0A"/>
    <w:rsid w:val="002C31BF"/>
    <w:rsid w:val="002D6154"/>
    <w:rsid w:val="002E0CD7"/>
    <w:rsid w:val="002E31AB"/>
    <w:rsid w:val="002F026B"/>
    <w:rsid w:val="00357BC6"/>
    <w:rsid w:val="0037111D"/>
    <w:rsid w:val="003756B9"/>
    <w:rsid w:val="0038055F"/>
    <w:rsid w:val="003956C6"/>
    <w:rsid w:val="003A3618"/>
    <w:rsid w:val="003E6B9A"/>
    <w:rsid w:val="003E75CE"/>
    <w:rsid w:val="003E7BF6"/>
    <w:rsid w:val="00400F99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E616C"/>
    <w:rsid w:val="004F4B9B"/>
    <w:rsid w:val="00501654"/>
    <w:rsid w:val="005117D3"/>
    <w:rsid w:val="00511AB9"/>
    <w:rsid w:val="00523EA7"/>
    <w:rsid w:val="00542527"/>
    <w:rsid w:val="00551D1F"/>
    <w:rsid w:val="00553375"/>
    <w:rsid w:val="005658A6"/>
    <w:rsid w:val="00570591"/>
    <w:rsid w:val="005720E7"/>
    <w:rsid w:val="005722BB"/>
    <w:rsid w:val="005736B7"/>
    <w:rsid w:val="00575BC4"/>
    <w:rsid w:val="00575E5A"/>
    <w:rsid w:val="00584E2A"/>
    <w:rsid w:val="00593C9B"/>
    <w:rsid w:val="00596C7E"/>
    <w:rsid w:val="005A3176"/>
    <w:rsid w:val="005A64E9"/>
    <w:rsid w:val="005A7047"/>
    <w:rsid w:val="005B5EE9"/>
    <w:rsid w:val="005F42AF"/>
    <w:rsid w:val="006104F6"/>
    <w:rsid w:val="0061068E"/>
    <w:rsid w:val="0061674D"/>
    <w:rsid w:val="00660AD3"/>
    <w:rsid w:val="006A5570"/>
    <w:rsid w:val="006A689C"/>
    <w:rsid w:val="006B3D79"/>
    <w:rsid w:val="006D3AE2"/>
    <w:rsid w:val="006D5397"/>
    <w:rsid w:val="006E0578"/>
    <w:rsid w:val="006E314D"/>
    <w:rsid w:val="006E7F06"/>
    <w:rsid w:val="00700FC2"/>
    <w:rsid w:val="00705071"/>
    <w:rsid w:val="00710723"/>
    <w:rsid w:val="00712ED1"/>
    <w:rsid w:val="00723ED1"/>
    <w:rsid w:val="00735ED4"/>
    <w:rsid w:val="00743525"/>
    <w:rsid w:val="00744612"/>
    <w:rsid w:val="007531A0"/>
    <w:rsid w:val="0076286B"/>
    <w:rsid w:val="00764595"/>
    <w:rsid w:val="007660B7"/>
    <w:rsid w:val="00766846"/>
    <w:rsid w:val="0077673A"/>
    <w:rsid w:val="007846E1"/>
    <w:rsid w:val="007B570C"/>
    <w:rsid w:val="007C7C4A"/>
    <w:rsid w:val="007E4A6E"/>
    <w:rsid w:val="007F56A7"/>
    <w:rsid w:val="00807DD0"/>
    <w:rsid w:val="00813F11"/>
    <w:rsid w:val="00825B0C"/>
    <w:rsid w:val="00871912"/>
    <w:rsid w:val="008821CE"/>
    <w:rsid w:val="00891334"/>
    <w:rsid w:val="008A3568"/>
    <w:rsid w:val="008D03B9"/>
    <w:rsid w:val="008E5F0E"/>
    <w:rsid w:val="008F145C"/>
    <w:rsid w:val="008F18D6"/>
    <w:rsid w:val="008F5346"/>
    <w:rsid w:val="00904780"/>
    <w:rsid w:val="009113A8"/>
    <w:rsid w:val="0092166E"/>
    <w:rsid w:val="00922385"/>
    <w:rsid w:val="009223DF"/>
    <w:rsid w:val="00936091"/>
    <w:rsid w:val="00937ADB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15F6"/>
    <w:rsid w:val="009E07F4"/>
    <w:rsid w:val="009E48F0"/>
    <w:rsid w:val="009F392E"/>
    <w:rsid w:val="00A44328"/>
    <w:rsid w:val="00A6177B"/>
    <w:rsid w:val="00A66136"/>
    <w:rsid w:val="00AA4CBB"/>
    <w:rsid w:val="00AA65FA"/>
    <w:rsid w:val="00AA7351"/>
    <w:rsid w:val="00AA7F86"/>
    <w:rsid w:val="00AD056F"/>
    <w:rsid w:val="00AD1F27"/>
    <w:rsid w:val="00AD2773"/>
    <w:rsid w:val="00AD6731"/>
    <w:rsid w:val="00AE1DDE"/>
    <w:rsid w:val="00AF7957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55D1"/>
    <w:rsid w:val="00BD7E91"/>
    <w:rsid w:val="00BF374D"/>
    <w:rsid w:val="00BF6D48"/>
    <w:rsid w:val="00C02D0A"/>
    <w:rsid w:val="00C03A6E"/>
    <w:rsid w:val="00C04CC6"/>
    <w:rsid w:val="00C14ED9"/>
    <w:rsid w:val="00C27CAB"/>
    <w:rsid w:val="00C30759"/>
    <w:rsid w:val="00C44F6A"/>
    <w:rsid w:val="00C45044"/>
    <w:rsid w:val="00C548DA"/>
    <w:rsid w:val="00C56EF4"/>
    <w:rsid w:val="00C727E5"/>
    <w:rsid w:val="00C8207D"/>
    <w:rsid w:val="00CB7B5A"/>
    <w:rsid w:val="00CC1E2B"/>
    <w:rsid w:val="00CD1FC4"/>
    <w:rsid w:val="00CE371D"/>
    <w:rsid w:val="00D02A4D"/>
    <w:rsid w:val="00D15496"/>
    <w:rsid w:val="00D21061"/>
    <w:rsid w:val="00D316A7"/>
    <w:rsid w:val="00D36EA8"/>
    <w:rsid w:val="00D4108E"/>
    <w:rsid w:val="00D6163D"/>
    <w:rsid w:val="00D63009"/>
    <w:rsid w:val="00D831A3"/>
    <w:rsid w:val="00D902AD"/>
    <w:rsid w:val="00DA6FFE"/>
    <w:rsid w:val="00DC3110"/>
    <w:rsid w:val="00DC6282"/>
    <w:rsid w:val="00DD46F3"/>
    <w:rsid w:val="00DD58A6"/>
    <w:rsid w:val="00DD6298"/>
    <w:rsid w:val="00DE56F2"/>
    <w:rsid w:val="00DF116D"/>
    <w:rsid w:val="00E10710"/>
    <w:rsid w:val="00E56B31"/>
    <w:rsid w:val="00E62D44"/>
    <w:rsid w:val="00E824F1"/>
    <w:rsid w:val="00EB104F"/>
    <w:rsid w:val="00EB4A17"/>
    <w:rsid w:val="00EC3C53"/>
    <w:rsid w:val="00ED14BD"/>
    <w:rsid w:val="00EF418A"/>
    <w:rsid w:val="00F01440"/>
    <w:rsid w:val="00F12DEC"/>
    <w:rsid w:val="00F1422A"/>
    <w:rsid w:val="00F1715C"/>
    <w:rsid w:val="00F310F8"/>
    <w:rsid w:val="00F35939"/>
    <w:rsid w:val="00F41D5F"/>
    <w:rsid w:val="00F45607"/>
    <w:rsid w:val="00F64786"/>
    <w:rsid w:val="00F659EB"/>
    <w:rsid w:val="00F804A7"/>
    <w:rsid w:val="00F862D6"/>
    <w:rsid w:val="00F86BA6"/>
    <w:rsid w:val="00FA4057"/>
    <w:rsid w:val="00FB7E02"/>
    <w:rsid w:val="00FC26F4"/>
    <w:rsid w:val="00FC6389"/>
    <w:rsid w:val="00FD2F51"/>
    <w:rsid w:val="00FE3455"/>
    <w:rsid w:val="00FF07F2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3F9598-E29E-440D-8570-6F87C78C6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335</TotalTime>
  <Pages>3</Pages>
  <Words>851</Words>
  <Characters>5022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53</cp:revision>
  <cp:lastPrinted>2019-02-22T13:28:00Z</cp:lastPrinted>
  <dcterms:created xsi:type="dcterms:W3CDTF">2020-01-24T13:38:00Z</dcterms:created>
  <dcterms:modified xsi:type="dcterms:W3CDTF">2020-08-13T08:19:00Z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